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59E5">
        <w:rPr>
          <w:rFonts w:ascii="Corbel" w:hAnsi="Corbel"/>
          <w:i/>
          <w:smallCaps/>
          <w:sz w:val="24"/>
          <w:szCs w:val="24"/>
        </w:rPr>
        <w:t>2022/2025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7559E5">
        <w:rPr>
          <w:rFonts w:ascii="Corbel" w:hAnsi="Corbel"/>
          <w:sz w:val="20"/>
          <w:szCs w:val="20"/>
        </w:rPr>
        <w:t>2022/2023</w:t>
      </w:r>
      <w:r w:rsidR="00775D7E">
        <w:rPr>
          <w:rFonts w:ascii="Corbel" w:hAnsi="Corbel"/>
          <w:sz w:val="20"/>
          <w:szCs w:val="20"/>
        </w:rPr>
        <w:t xml:space="preserve"> i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775D7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75D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75D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75D7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F1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D7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7559E5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775D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775D7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775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75D7E" w:rsidRPr="009C54AE" w:rsidRDefault="00775D7E" w:rsidP="00775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prewencja, system profilaktyki.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7559E5" w:rsidRPr="009C54AE" w:rsidRDefault="007559E5" w:rsidP="00651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7559E5" w:rsidRPr="009C54AE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7559E5" w:rsidRPr="009C54AE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559E5" w:rsidRPr="009C54AE" w:rsidRDefault="00775D7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559E5" w:rsidRDefault="00675843" w:rsidP="007559E5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559E5">
        <w:rPr>
          <w:rFonts w:ascii="Corbel" w:hAnsi="Corbel"/>
          <w:b/>
          <w:sz w:val="24"/>
          <w:szCs w:val="24"/>
        </w:rPr>
        <w:t>3.3</w:t>
      </w:r>
      <w:r w:rsidR="001D7B54" w:rsidRPr="007559E5">
        <w:rPr>
          <w:rFonts w:ascii="Corbel" w:hAnsi="Corbel"/>
          <w:b/>
          <w:sz w:val="24"/>
          <w:szCs w:val="24"/>
        </w:rPr>
        <w:t xml:space="preserve"> </w:t>
      </w:r>
      <w:r w:rsidR="0085747A" w:rsidRPr="007559E5">
        <w:rPr>
          <w:rFonts w:ascii="Corbel" w:hAnsi="Corbel"/>
          <w:b/>
          <w:sz w:val="24"/>
          <w:szCs w:val="24"/>
        </w:rPr>
        <w:t>T</w:t>
      </w:r>
      <w:r w:rsidR="001D7B54" w:rsidRPr="007559E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559E5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lastRenderedPageBreak/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651334" w:rsidP="006513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75D7E" w:rsidRDefault="006513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775D7E" w:rsidRPr="009C54A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75D7E" w:rsidRDefault="00775D7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A., </w:t>
            </w:r>
            <w:proofErr w:type="spellStart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WoźniakW</w:t>
            </w:r>
            <w:proofErr w:type="spellEnd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 Profilaktyka społeczna i resocjalizacja w kontekście psychologicznym,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0D" w:rsidRDefault="003F300D" w:rsidP="00C16ABF">
      <w:pPr>
        <w:spacing w:after="0" w:line="240" w:lineRule="auto"/>
      </w:pPr>
      <w:r>
        <w:separator/>
      </w:r>
    </w:p>
  </w:endnote>
  <w:endnote w:type="continuationSeparator" w:id="0">
    <w:p w:rsidR="003F300D" w:rsidRDefault="003F30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0D" w:rsidRDefault="003F300D" w:rsidP="00C16ABF">
      <w:pPr>
        <w:spacing w:after="0" w:line="240" w:lineRule="auto"/>
      </w:pPr>
      <w:r>
        <w:separator/>
      </w:r>
    </w:p>
  </w:footnote>
  <w:footnote w:type="continuationSeparator" w:id="0">
    <w:p w:rsidR="003F300D" w:rsidRDefault="003F300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2F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00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071"/>
    <w:rsid w:val="00647FA8"/>
    <w:rsid w:val="00650C5F"/>
    <w:rsid w:val="00651334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E7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E5"/>
    <w:rsid w:val="00763BF1"/>
    <w:rsid w:val="00766FD4"/>
    <w:rsid w:val="00775D7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D33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1B5C4-E499-4051-AF5D-84DBB8A1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2022-03-30T18:43:00Z</dcterms:created>
  <dcterms:modified xsi:type="dcterms:W3CDTF">2022-06-22T15:19:00Z</dcterms:modified>
</cp:coreProperties>
</file>